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2557F5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507C8416" w14:textId="77777777" w:rsidR="002557F5" w:rsidRPr="002557F5" w:rsidRDefault="00B67D39" w:rsidP="002557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557F5" w:rsidRPr="002557F5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446AAF68" w:rsidR="00B67D39" w:rsidRPr="003E089A" w:rsidRDefault="002557F5" w:rsidP="002557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E089A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337FED37" w14:textId="11CC6F54" w:rsidR="00CC7E12" w:rsidRPr="00CD0478" w:rsidRDefault="00CC7E12" w:rsidP="00957BFD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925556" w:rsidRPr="00925556">
        <w:rPr>
          <w:rFonts w:cstheme="minorHAnsi"/>
          <w:b/>
        </w:rPr>
        <w:t xml:space="preserve">Wykonanie robót budowlanych </w:t>
      </w:r>
      <w:r w:rsidR="00925556">
        <w:rPr>
          <w:rFonts w:cstheme="minorHAnsi"/>
          <w:b/>
        </w:rPr>
        <w:br/>
      </w:r>
      <w:r w:rsidR="00925556" w:rsidRPr="00925556">
        <w:rPr>
          <w:rFonts w:cstheme="minorHAnsi"/>
          <w:b/>
        </w:rPr>
        <w:t>w branży elektroenergetycznej na terenie działania OŁD w RE Żyrardów i RE Tomaszów Mazowiecki w podziale na 2 części</w:t>
      </w:r>
      <w:r w:rsidR="002557F5" w:rsidRPr="002557F5">
        <w:rPr>
          <w:rFonts w:cstheme="minorHAnsi"/>
          <w:b/>
          <w:i/>
        </w:rPr>
        <w:t xml:space="preserve"> </w:t>
      </w:r>
      <w:r w:rsidRPr="00CC7E12">
        <w:rPr>
          <w:rFonts w:cstheme="minorHAnsi"/>
        </w:rPr>
        <w:t xml:space="preserve">nr </w:t>
      </w:r>
      <w:r w:rsidR="004C1C1E">
        <w:rPr>
          <w:rFonts w:cstheme="minorHAnsi"/>
          <w:b/>
        </w:rPr>
        <w:t>POST/DYS/OLD/GZ/</w:t>
      </w:r>
      <w:r w:rsidR="00912F08">
        <w:rPr>
          <w:rFonts w:cstheme="minorHAnsi"/>
          <w:b/>
        </w:rPr>
        <w:t>046</w:t>
      </w:r>
      <w:r w:rsidR="00925556">
        <w:rPr>
          <w:rFonts w:cstheme="minorHAnsi"/>
          <w:b/>
        </w:rPr>
        <w:t>44</w:t>
      </w:r>
      <w:r w:rsidR="002557F5" w:rsidRPr="002557F5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2557F5" w:rsidRPr="002557F5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6A834014" w14:textId="77777777" w:rsidR="00CD0478" w:rsidRPr="00CC7E12" w:rsidRDefault="00CD0478" w:rsidP="00CD0478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83E1FD9" w14:textId="77777777" w:rsidR="00CD0478" w:rsidRPr="002C2C2F" w:rsidRDefault="00CD0478" w:rsidP="00CD0478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1258A6D8" w14:textId="77777777" w:rsidR="00CD0478" w:rsidRPr="002C2C2F" w:rsidRDefault="00CD0478" w:rsidP="00CD0478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6E056C3B" w14:textId="77777777" w:rsidR="00CD0478" w:rsidRPr="00CC7E12" w:rsidRDefault="00CD0478" w:rsidP="00CD0478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61160360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89C4C53" w14:textId="713AFACF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F28CD90" w14:textId="77777777" w:rsidR="00CD0478" w:rsidRPr="00CC7E12" w:rsidRDefault="00CD0478" w:rsidP="00CD0478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3B62FD1B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AD40775" w14:textId="7EB4BF92" w:rsidR="00CD0478" w:rsidRPr="00957BFD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632F02C5" w14:textId="77777777" w:rsidR="00CD0478" w:rsidRPr="00CC7E12" w:rsidRDefault="00CD0478" w:rsidP="00CD0478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5A3C0B91" w14:textId="7726454A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94A233" w14:textId="77777777" w:rsidR="00CD0478" w:rsidRPr="00CC7E12" w:rsidRDefault="00CD0478" w:rsidP="00CD0478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7D1F6746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38C9E616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348CA4FF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12A29DA9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038719C4" w14:textId="77777777" w:rsidR="00CD0478" w:rsidRPr="00CC7E12" w:rsidRDefault="00CD0478" w:rsidP="00CD0478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70F41E9C" w14:textId="77777777" w:rsidR="00CD0478" w:rsidRPr="00CC7E12" w:rsidRDefault="00CD0478" w:rsidP="00CD0478">
      <w:pPr>
        <w:jc w:val="both"/>
        <w:rPr>
          <w:rFonts w:cstheme="minorHAnsi"/>
          <w:sz w:val="16"/>
        </w:rPr>
      </w:pPr>
    </w:p>
    <w:p w14:paraId="79AA5069" w14:textId="382C3E1A" w:rsidR="00CC7E12" w:rsidRDefault="00CC7E12" w:rsidP="00381365">
      <w:pPr>
        <w:rPr>
          <w:rFonts w:cstheme="minorHAnsi"/>
          <w:sz w:val="16"/>
        </w:rPr>
      </w:pPr>
    </w:p>
    <w:p w14:paraId="14573A33" w14:textId="77777777" w:rsidR="00FF7F5A" w:rsidRDefault="00FF7F5A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2D1EDC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B51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0473F88" w14:textId="77777777" w:rsidR="00CD0478" w:rsidRPr="00872F1F" w:rsidRDefault="00CD0478" w:rsidP="00CD0478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85D1DCC" w14:textId="77777777" w:rsidR="00CD0478" w:rsidRPr="00872F1F" w:rsidRDefault="00CD0478" w:rsidP="00CD0478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174CE956" w14:textId="77777777" w:rsidR="00CD0478" w:rsidRPr="00872F1F" w:rsidRDefault="00CD0478" w:rsidP="00CD0478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7CA053FE" w14:textId="77777777" w:rsidR="00CD0478" w:rsidRPr="00872F1F" w:rsidRDefault="00CD0478" w:rsidP="00CD0478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DC3299E" w14:textId="77777777" w:rsidR="00CD0478" w:rsidRPr="00872F1F" w:rsidRDefault="00CD0478" w:rsidP="00CD0478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3204D12" w14:textId="77777777" w:rsidR="00CD0478" w:rsidRPr="00872F1F" w:rsidRDefault="00CD0478" w:rsidP="00CD0478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93967A1" w14:textId="77777777" w:rsidR="00CD0478" w:rsidRPr="00872F1F" w:rsidRDefault="00CD0478" w:rsidP="00CD0478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497F41" w14:textId="77777777" w:rsidR="00CD0478" w:rsidRPr="00872F1F" w:rsidRDefault="00CD0478" w:rsidP="00CD0478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A3AC84" w14:textId="77777777" w:rsidR="00CD0478" w:rsidRPr="00872F1F" w:rsidRDefault="00CD0478" w:rsidP="00CD0478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7712" w14:textId="77777777" w:rsidR="002557F5" w:rsidRDefault="002557F5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62114762" w:rsidR="00347E8D" w:rsidRPr="002808CF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532212D" w:rsidR="00347E8D" w:rsidRPr="006B2C28" w:rsidRDefault="004C1C1E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</w:t>
          </w:r>
          <w:r w:rsidR="00912F08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046</w:t>
          </w:r>
          <w:r w:rsidR="0092555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44</w:t>
          </w:r>
          <w:r w:rsidR="002557F5"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38FBEE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98603673">
    <w:abstractNumId w:val="17"/>
  </w:num>
  <w:num w:numId="2" w16cid:durableId="1599487100">
    <w:abstractNumId w:val="7"/>
  </w:num>
  <w:num w:numId="3" w16cid:durableId="1020624807">
    <w:abstractNumId w:val="12"/>
  </w:num>
  <w:num w:numId="4" w16cid:durableId="1903130412">
    <w:abstractNumId w:val="19"/>
  </w:num>
  <w:num w:numId="5" w16cid:durableId="76679875">
    <w:abstractNumId w:val="17"/>
  </w:num>
  <w:num w:numId="6" w16cid:durableId="766659417">
    <w:abstractNumId w:val="17"/>
  </w:num>
  <w:num w:numId="7" w16cid:durableId="1403868986">
    <w:abstractNumId w:val="3"/>
  </w:num>
  <w:num w:numId="8" w16cid:durableId="1046369639">
    <w:abstractNumId w:val="26"/>
  </w:num>
  <w:num w:numId="9" w16cid:durableId="544024763">
    <w:abstractNumId w:val="16"/>
  </w:num>
  <w:num w:numId="10" w16cid:durableId="1385063591">
    <w:abstractNumId w:val="4"/>
  </w:num>
  <w:num w:numId="11" w16cid:durableId="968320573">
    <w:abstractNumId w:val="13"/>
  </w:num>
  <w:num w:numId="12" w16cid:durableId="583612072">
    <w:abstractNumId w:val="11"/>
  </w:num>
  <w:num w:numId="13" w16cid:durableId="464666205">
    <w:abstractNumId w:val="25"/>
  </w:num>
  <w:num w:numId="14" w16cid:durableId="525215953">
    <w:abstractNumId w:val="21"/>
  </w:num>
  <w:num w:numId="15" w16cid:durableId="465976323">
    <w:abstractNumId w:val="15"/>
  </w:num>
  <w:num w:numId="16" w16cid:durableId="2098138140">
    <w:abstractNumId w:val="9"/>
  </w:num>
  <w:num w:numId="17" w16cid:durableId="476648372">
    <w:abstractNumId w:val="5"/>
  </w:num>
  <w:num w:numId="18" w16cid:durableId="4374540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57222522">
    <w:abstractNumId w:val="0"/>
  </w:num>
  <w:num w:numId="20" w16cid:durableId="606158777">
    <w:abstractNumId w:val="27"/>
  </w:num>
  <w:num w:numId="21" w16cid:durableId="1354458907">
    <w:abstractNumId w:val="1"/>
  </w:num>
  <w:num w:numId="22" w16cid:durableId="1947231808">
    <w:abstractNumId w:val="14"/>
  </w:num>
  <w:num w:numId="23" w16cid:durableId="594946073">
    <w:abstractNumId w:val="10"/>
  </w:num>
  <w:num w:numId="24" w16cid:durableId="2145543756">
    <w:abstractNumId w:val="20"/>
  </w:num>
  <w:num w:numId="25" w16cid:durableId="1297754674">
    <w:abstractNumId w:val="24"/>
  </w:num>
  <w:num w:numId="26" w16cid:durableId="1888485690">
    <w:abstractNumId w:val="2"/>
  </w:num>
  <w:num w:numId="27" w16cid:durableId="740366644">
    <w:abstractNumId w:val="23"/>
  </w:num>
  <w:num w:numId="28" w16cid:durableId="417944839">
    <w:abstractNumId w:val="22"/>
  </w:num>
  <w:num w:numId="29" w16cid:durableId="6312056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727821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0C9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1F7722"/>
    <w:rsid w:val="002067F1"/>
    <w:rsid w:val="00224257"/>
    <w:rsid w:val="0024291C"/>
    <w:rsid w:val="002557F5"/>
    <w:rsid w:val="00257F22"/>
    <w:rsid w:val="00264A06"/>
    <w:rsid w:val="00265B9D"/>
    <w:rsid w:val="00270752"/>
    <w:rsid w:val="002743D5"/>
    <w:rsid w:val="002768AC"/>
    <w:rsid w:val="002808CF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089A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1C1E"/>
    <w:rsid w:val="004C2303"/>
    <w:rsid w:val="004D154B"/>
    <w:rsid w:val="004D63D5"/>
    <w:rsid w:val="004E1AB0"/>
    <w:rsid w:val="004E7573"/>
    <w:rsid w:val="004E7C52"/>
    <w:rsid w:val="004F0C4A"/>
    <w:rsid w:val="004F20AD"/>
    <w:rsid w:val="004F6B10"/>
    <w:rsid w:val="005067AE"/>
    <w:rsid w:val="00520308"/>
    <w:rsid w:val="00535E9B"/>
    <w:rsid w:val="005453F1"/>
    <w:rsid w:val="00551FB7"/>
    <w:rsid w:val="005563FF"/>
    <w:rsid w:val="00562E63"/>
    <w:rsid w:val="0056430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7F1D"/>
    <w:rsid w:val="00646FD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74E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31DA"/>
    <w:rsid w:val="008707CC"/>
    <w:rsid w:val="00872F1F"/>
    <w:rsid w:val="008810C7"/>
    <w:rsid w:val="00884D47"/>
    <w:rsid w:val="008A709F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F08"/>
    <w:rsid w:val="00925556"/>
    <w:rsid w:val="00926159"/>
    <w:rsid w:val="00935B17"/>
    <w:rsid w:val="00936AC2"/>
    <w:rsid w:val="00944154"/>
    <w:rsid w:val="00944BEA"/>
    <w:rsid w:val="00957BFD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0055"/>
    <w:rsid w:val="00CA3506"/>
    <w:rsid w:val="00CB2D26"/>
    <w:rsid w:val="00CB3A6F"/>
    <w:rsid w:val="00CC7E12"/>
    <w:rsid w:val="00CD0478"/>
    <w:rsid w:val="00CD2022"/>
    <w:rsid w:val="00CE2F55"/>
    <w:rsid w:val="00CF5B51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07A6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25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POST/DYS/OLD/GZ/04644/2025                        </dmsv2SWPP2ObjectNumber>
    <dmsv2SWPP2SumMD5 xmlns="http://schemas.microsoft.com/sharepoint/v3">d6a6f984a398cde15c0e2fa163d6a369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24108292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JEUP5JKVCYQC-922955212-20828</_dlc_DocId>
    <_dlc_DocIdUrl xmlns="a19cb1c7-c5c7-46d4-85ae-d83685407bba">
      <Url>https://swpp2.dms.gkpge.pl/sites/41/_layouts/15/DocIdRedir.aspx?ID=JEUP5JKVCYQC-922955212-20828</Url>
      <Description>JEUP5JKVCYQC-922955212-20828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617130-B9F5-406E-907A-AD5F5CDDF6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ab6a7fc3-c441-41c3-bbfc-a960266391eb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C2A8A06-317B-45CF-86B7-9482FAD6DFFD}"/>
</file>

<file path=customXml/itemProps5.xml><?xml version="1.0" encoding="utf-8"?>
<ds:datastoreItem xmlns:ds="http://schemas.openxmlformats.org/officeDocument/2006/customXml" ds:itemID="{8FA11C42-E7AE-437F-9376-B3F3779F4B5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</TotalTime>
  <Pages>2</Pages>
  <Words>799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15</cp:revision>
  <cp:lastPrinted>2024-07-15T11:21:00Z</cp:lastPrinted>
  <dcterms:created xsi:type="dcterms:W3CDTF">2025-10-02T08:07:00Z</dcterms:created>
  <dcterms:modified xsi:type="dcterms:W3CDTF">2026-01-13T07:25:00Z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ff09ea3b-808c-4e8c-a487-c4d6ca0ad76d</vt:lpwstr>
  </property>
</Properties>
</file>